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0927168E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A66724">
        <w:rPr>
          <w:rFonts w:ascii="Arial" w:hAnsi="Arial"/>
        </w:rPr>
        <w:t>37,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1755053F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6438EC">
        <w:rPr>
          <w:rFonts w:ascii="Arial" w:hAnsi="Arial"/>
        </w:rPr>
        <w:t>6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EDDD6C2" w:rsidR="00C42BFF" w:rsidRDefault="00A6672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84A91D" wp14:editId="7B50320F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57E50E8E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6438EC">
      <w:rPr>
        <w:rFonts w:ascii="Arial" w:hAnsi="Arial"/>
        <w:b/>
      </w:rPr>
      <w:t>6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 w:rsidR="006438EC">
      <w:rPr>
        <w:rFonts w:ascii="Arial" w:hAnsi="Arial"/>
        <w:b/>
      </w:rPr>
      <w:t>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38EC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66724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21DCA4-DE25-4AAF-A809-6CD55398DB80}"/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1</Pages>
  <Words>109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2023-12-20T10:25:00Z</dcterms:created>
  <dcterms:modified xsi:type="dcterms:W3CDTF">2023-12-20T10:28:00Z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